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D77D" w14:textId="31EB4342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D53D3A">
        <w:rPr>
          <w:b/>
          <w:sz w:val="30"/>
          <w:szCs w:val="30"/>
        </w:rPr>
        <w:t>Presseinformation</w:t>
      </w:r>
    </w:p>
    <w:p w14:paraId="2891FBB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0371AA6B" w14:textId="02F3512F" w:rsidR="000456C4" w:rsidRPr="00641BDD" w:rsidRDefault="00C0155A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Vakuum-Schlauchheber JumboFlex: </w:t>
      </w:r>
      <w:r w:rsidR="0094529B">
        <w:rPr>
          <w:b/>
          <w:color w:val="0050A0" w:themeColor="background2"/>
          <w:sz w:val="26"/>
          <w:szCs w:val="26"/>
        </w:rPr>
        <w:t>A</w:t>
      </w:r>
      <w:r>
        <w:rPr>
          <w:b/>
          <w:color w:val="0050A0" w:themeColor="background2"/>
          <w:sz w:val="26"/>
          <w:szCs w:val="26"/>
        </w:rPr>
        <w:t>us gut wird wow!</w:t>
      </w:r>
    </w:p>
    <w:p w14:paraId="3AA37AAD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A67311B" w14:textId="5C82AE6A" w:rsidR="00C41A96" w:rsidRPr="00C41A96" w:rsidRDefault="004F106A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  <w:r w:rsidRPr="004F106A">
        <w:rPr>
          <w:sz w:val="26"/>
          <w:szCs w:val="26"/>
        </w:rPr>
        <w:t>Einfacher. Effizienter. Ergonomischer</w:t>
      </w:r>
      <w:r>
        <w:rPr>
          <w:sz w:val="26"/>
          <w:szCs w:val="26"/>
        </w:rPr>
        <w:t>. Der bewährte</w:t>
      </w:r>
      <w:r w:rsidR="006C376B">
        <w:rPr>
          <w:sz w:val="26"/>
          <w:szCs w:val="26"/>
        </w:rPr>
        <w:t xml:space="preserve"> JumboFlex</w:t>
      </w:r>
      <w:r>
        <w:rPr>
          <w:sz w:val="26"/>
          <w:szCs w:val="26"/>
        </w:rPr>
        <w:t xml:space="preserve"> optimiert dank smarter Anpassungen Handhabungsprozesse. Sein</w:t>
      </w:r>
      <w:r w:rsidR="006C376B">
        <w:rPr>
          <w:sz w:val="26"/>
          <w:szCs w:val="26"/>
        </w:rPr>
        <w:t xml:space="preserve"> Griff </w:t>
      </w:r>
      <w:r>
        <w:rPr>
          <w:sz w:val="26"/>
          <w:szCs w:val="26"/>
        </w:rPr>
        <w:t xml:space="preserve">liegt </w:t>
      </w:r>
      <w:r w:rsidR="006C376B">
        <w:rPr>
          <w:sz w:val="26"/>
          <w:szCs w:val="26"/>
        </w:rPr>
        <w:t xml:space="preserve">perfekt in </w:t>
      </w:r>
      <w:r w:rsidR="00982C4D">
        <w:rPr>
          <w:sz w:val="26"/>
          <w:szCs w:val="26"/>
        </w:rPr>
        <w:t>der</w:t>
      </w:r>
      <w:r w:rsidR="006C376B">
        <w:rPr>
          <w:sz w:val="26"/>
          <w:szCs w:val="26"/>
        </w:rPr>
        <w:t xml:space="preserve"> Hand – unabhängig von deren Größe. D</w:t>
      </w:r>
      <w:r w:rsidR="009437B3">
        <w:rPr>
          <w:sz w:val="26"/>
          <w:szCs w:val="26"/>
        </w:rPr>
        <w:t>as Re-Design macht den</w:t>
      </w:r>
      <w:r w:rsidR="009437B3" w:rsidRPr="009437B3">
        <w:rPr>
          <w:sz w:val="26"/>
          <w:szCs w:val="26"/>
        </w:rPr>
        <w:t xml:space="preserve"> </w:t>
      </w:r>
      <w:r w:rsidR="009437B3">
        <w:rPr>
          <w:sz w:val="26"/>
          <w:szCs w:val="26"/>
        </w:rPr>
        <w:t>Vakuum-Schlauchheber intuitiv bedienbar</w:t>
      </w:r>
      <w:r w:rsidR="006C376B">
        <w:rPr>
          <w:sz w:val="26"/>
          <w:szCs w:val="26"/>
        </w:rPr>
        <w:t xml:space="preserve"> und</w:t>
      </w:r>
      <w:r w:rsidR="009437B3">
        <w:rPr>
          <w:sz w:val="26"/>
          <w:szCs w:val="26"/>
        </w:rPr>
        <w:t xml:space="preserve"> verkürzt die Einarbeitungszeit für neue </w:t>
      </w:r>
      <w:r w:rsidR="006C376B">
        <w:rPr>
          <w:sz w:val="26"/>
          <w:szCs w:val="26"/>
        </w:rPr>
        <w:t>Fachkräfte</w:t>
      </w:r>
      <w:r w:rsidR="009437B3">
        <w:rPr>
          <w:sz w:val="26"/>
          <w:szCs w:val="26"/>
        </w:rPr>
        <w:t xml:space="preserve"> signifikant.</w:t>
      </w:r>
    </w:p>
    <w:p w14:paraId="3E3E6168" w14:textId="77777777" w:rsidR="00541077" w:rsidRDefault="00541077" w:rsidP="00E51C0E">
      <w:pPr>
        <w:spacing w:line="360" w:lineRule="auto"/>
      </w:pPr>
    </w:p>
    <w:p w14:paraId="727F557E" w14:textId="5BD24D85" w:rsidR="00AC2431" w:rsidRDefault="00147262" w:rsidP="00E51C0E">
      <w:pPr>
        <w:spacing w:line="360" w:lineRule="auto"/>
      </w:pPr>
      <w:r>
        <w:t xml:space="preserve">Der JumboFlex ist schon seit vielen Jahren die erste Wahl, </w:t>
      </w:r>
      <w:r w:rsidR="009118F9">
        <w:t xml:space="preserve">wenn es darum geht, Werkstücke bis 50 Kilogramm zu bewegen. Mit seiner Hilfe </w:t>
      </w:r>
      <w:r>
        <w:t>handhaben</w:t>
      </w:r>
      <w:r w:rsidR="009118F9">
        <w:t xml:space="preserve"> </w:t>
      </w:r>
      <w:r w:rsidR="006C376B">
        <w:t>Beschäftigte</w:t>
      </w:r>
      <w:r w:rsidR="009118F9">
        <w:t xml:space="preserve"> </w:t>
      </w:r>
      <w:r>
        <w:t>die Waren</w:t>
      </w:r>
      <w:r w:rsidR="00AC2431">
        <w:t xml:space="preserve"> </w:t>
      </w:r>
      <w:r w:rsidR="009118F9" w:rsidRPr="009118F9">
        <w:t xml:space="preserve">ergonomisch und in hoher Taktzahl. </w:t>
      </w:r>
      <w:r w:rsidR="00AC2431">
        <w:t xml:space="preserve">Dass Gutes </w:t>
      </w:r>
      <w:r w:rsidR="00C0155A">
        <w:t>optimiert</w:t>
      </w:r>
      <w:r w:rsidR="00AC2431">
        <w:t xml:space="preserve"> werden kann, beweist Schmalz </w:t>
      </w:r>
      <w:r w:rsidR="00C0155A">
        <w:t xml:space="preserve">jetzt </w:t>
      </w:r>
      <w:r w:rsidR="00AC2431">
        <w:t xml:space="preserve">mit dem Re-Design des Vakuum-Schlauchhebers. </w:t>
      </w:r>
      <w:r>
        <w:t xml:space="preserve">Der neue Bediengriff </w:t>
      </w:r>
      <w:r w:rsidR="00AC2431">
        <w:t xml:space="preserve">eignet </w:t>
      </w:r>
      <w:r w:rsidR="007C7324">
        <w:t xml:space="preserve">sich </w:t>
      </w:r>
      <w:r>
        <w:t xml:space="preserve">nun noch </w:t>
      </w:r>
      <w:r w:rsidRPr="00C0155A">
        <w:t>besser</w:t>
      </w:r>
      <w:r>
        <w:t xml:space="preserve"> </w:t>
      </w:r>
      <w:r w:rsidR="00AC2431">
        <w:t xml:space="preserve">für verschiedene Handgrößen. </w:t>
      </w:r>
      <w:r>
        <w:t>Damit</w:t>
      </w:r>
      <w:r w:rsidR="00AC2431">
        <w:t xml:space="preserve"> können kleine </w:t>
      </w:r>
      <w:r w:rsidR="007C7324">
        <w:t xml:space="preserve">Hände </w:t>
      </w:r>
      <w:r w:rsidR="00AC2431">
        <w:t>ebenso sicher</w:t>
      </w:r>
      <w:r>
        <w:t xml:space="preserve"> und ermüdungsfrei</w:t>
      </w:r>
      <w:r w:rsidR="00AC2431">
        <w:t xml:space="preserve"> zupacken wie große. </w:t>
      </w:r>
    </w:p>
    <w:p w14:paraId="2C9F053B" w14:textId="77777777" w:rsidR="00147262" w:rsidRDefault="00147262" w:rsidP="00E51C0E">
      <w:pPr>
        <w:spacing w:line="360" w:lineRule="auto"/>
      </w:pPr>
    </w:p>
    <w:p w14:paraId="6EA30B37" w14:textId="4DF18D1A" w:rsidR="00AE0B8E" w:rsidRDefault="00147262" w:rsidP="00E51C0E">
      <w:pPr>
        <w:spacing w:line="360" w:lineRule="auto"/>
      </w:pPr>
      <w:r>
        <w:t xml:space="preserve">Neu sind auch die beiden </w:t>
      </w:r>
      <w:r w:rsidR="00C0155A">
        <w:t>Bedien</w:t>
      </w:r>
      <w:r>
        <w:t>tasten, die die</w:t>
      </w:r>
      <w:r w:rsidR="00AC2431">
        <w:t xml:space="preserve"> Ein-Taster-</w:t>
      </w:r>
      <w:r w:rsidR="00AC2431" w:rsidRPr="00832F74">
        <w:t>Steuerung</w:t>
      </w:r>
      <w:r w:rsidR="00AC2431">
        <w:t xml:space="preserve"> </w:t>
      </w:r>
      <w:r>
        <w:t xml:space="preserve">ersetzen. Sie regeln </w:t>
      </w:r>
      <w:r w:rsidR="00AC2431">
        <w:t xml:space="preserve">gegenläufig die Auf- und Abbewegung. </w:t>
      </w:r>
      <w:r w:rsidR="00FD799A">
        <w:t>Ihr</w:t>
      </w:r>
      <w:r w:rsidR="00D26856">
        <w:t xml:space="preserve">e Nutzung </w:t>
      </w:r>
      <w:r w:rsidR="00AE0B8E">
        <w:t xml:space="preserve">erschließt sich intuitiv, damit können neue </w:t>
      </w:r>
      <w:r w:rsidR="00FD799A">
        <w:t>Beschäftigte</w:t>
      </w:r>
      <w:r w:rsidR="00AE0B8E">
        <w:t xml:space="preserve"> </w:t>
      </w:r>
      <w:r w:rsidR="00225BB1">
        <w:t xml:space="preserve">noch </w:t>
      </w:r>
      <w:r w:rsidR="00AE0B8E">
        <w:t>schnell</w:t>
      </w:r>
      <w:r w:rsidR="00225BB1">
        <w:t>er</w:t>
      </w:r>
      <w:r w:rsidR="00AE0B8E">
        <w:t xml:space="preserve"> produktiv arbeiten</w:t>
      </w:r>
      <w:r w:rsidR="00C0155A">
        <w:t xml:space="preserve"> und</w:t>
      </w:r>
      <w:r>
        <w:t xml:space="preserve"> den Schlauchheber</w:t>
      </w:r>
      <w:r w:rsidR="00982C4D">
        <w:t xml:space="preserve"> noch genauer dirigieren</w:t>
      </w:r>
      <w:r>
        <w:t>.</w:t>
      </w:r>
      <w:r w:rsidR="00225BB1">
        <w:t xml:space="preserve"> </w:t>
      </w:r>
      <w:r w:rsidR="00225BB1" w:rsidRPr="00225BB1">
        <w:t xml:space="preserve">Lasten können bei Bedarf in jeder Höhe in einer schwebenden Position zum Stehen gebracht werden, so dass weitere Prozessschritte am gehandhabten Werkstück möglich werden. </w:t>
      </w:r>
      <w:r w:rsidR="00982C4D">
        <w:t>B</w:t>
      </w:r>
      <w:r w:rsidR="00AE0B8E">
        <w:t xml:space="preserve">eispielsweise </w:t>
      </w:r>
      <w:r w:rsidR="00982C4D">
        <w:t>lassen sich so</w:t>
      </w:r>
      <w:r w:rsidR="006113D3">
        <w:t xml:space="preserve"> </w:t>
      </w:r>
      <w:r w:rsidR="00982C4D">
        <w:t xml:space="preserve">einfach </w:t>
      </w:r>
      <w:r w:rsidR="00AE0B8E">
        <w:t>Etiketten aufkleben oder die Werkstücke kontrollieren.</w:t>
      </w:r>
      <w:r>
        <w:t xml:space="preserve"> </w:t>
      </w:r>
      <w:r w:rsidR="00AE0B8E">
        <w:t>Der JumboFlex wirkt damit noch stärker als bislang der Ermüdung der Mitarbeitenden entgegen.</w:t>
      </w:r>
    </w:p>
    <w:p w14:paraId="39C36243" w14:textId="77777777" w:rsidR="00AE0B8E" w:rsidRDefault="00AE0B8E" w:rsidP="00E51C0E">
      <w:pPr>
        <w:spacing w:line="360" w:lineRule="auto"/>
      </w:pPr>
    </w:p>
    <w:p w14:paraId="09DBA224" w14:textId="4F71CE27" w:rsidR="00C0155A" w:rsidRPr="00C0155A" w:rsidRDefault="00C0155A" w:rsidP="00E51C0E">
      <w:pPr>
        <w:spacing w:line="360" w:lineRule="auto"/>
        <w:rPr>
          <w:b/>
          <w:bCs/>
        </w:rPr>
      </w:pPr>
      <w:r w:rsidRPr="00C0155A">
        <w:rPr>
          <w:b/>
          <w:bCs/>
        </w:rPr>
        <w:t>Schnelle</w:t>
      </w:r>
      <w:r w:rsidR="00982C4D">
        <w:rPr>
          <w:b/>
          <w:bCs/>
        </w:rPr>
        <w:t xml:space="preserve"> Greiferwechsel</w:t>
      </w:r>
      <w:r w:rsidR="004705BB">
        <w:rPr>
          <w:b/>
          <w:bCs/>
        </w:rPr>
        <w:t xml:space="preserve"> bei hoher </w:t>
      </w:r>
      <w:r w:rsidR="00225BB1">
        <w:rPr>
          <w:b/>
          <w:bCs/>
        </w:rPr>
        <w:t>Werkstückv</w:t>
      </w:r>
      <w:r w:rsidR="004705BB">
        <w:rPr>
          <w:b/>
          <w:bCs/>
        </w:rPr>
        <w:t>arianz für</w:t>
      </w:r>
      <w:r w:rsidR="00982C4D">
        <w:rPr>
          <w:b/>
          <w:bCs/>
        </w:rPr>
        <w:t xml:space="preserve"> nahtlose Prozesse</w:t>
      </w:r>
    </w:p>
    <w:p w14:paraId="0C42B76D" w14:textId="48C78EFE" w:rsidR="00AE0B8E" w:rsidRDefault="643C15C1" w:rsidP="00E51C0E">
      <w:pPr>
        <w:spacing w:line="360" w:lineRule="auto"/>
      </w:pPr>
      <w:r>
        <w:t xml:space="preserve">Dank der doppelt so schnellen Greiferwechsel handhaben die Beschäftigten unterschiedliche Werkstücke, ohne die Handhabungsprozesse zu beeinträchtigen. </w:t>
      </w:r>
      <w:r w:rsidR="6A687355">
        <w:t>Die Fachkraft</w:t>
      </w:r>
      <w:r w:rsidR="7F38F2CE">
        <w:t xml:space="preserve"> kann den</w:t>
      </w:r>
      <w:r w:rsidR="519349DC">
        <w:t xml:space="preserve"> Endeffektor </w:t>
      </w:r>
      <w:r w:rsidR="7F38F2CE">
        <w:t xml:space="preserve">mit einem Handgriff </w:t>
      </w:r>
      <w:r w:rsidR="519349DC">
        <w:t>einfach in die Halterung ein</w:t>
      </w:r>
      <w:r w:rsidR="0F0AB6AA">
        <w:t>schieben</w:t>
      </w:r>
      <w:r w:rsidR="519349DC">
        <w:t>.</w:t>
      </w:r>
      <w:r w:rsidR="55CFF777">
        <w:t xml:space="preserve"> </w:t>
      </w:r>
      <w:r w:rsidR="0E22EA6C">
        <w:t xml:space="preserve">Ein einfacher Pinzettengriff zum Lösen des Greifers ermöglicht </w:t>
      </w:r>
      <w:r w:rsidR="55CFF777">
        <w:t>echtes Schnellwechseln und verhindert versehentliches Lösen.</w:t>
      </w:r>
      <w:r w:rsidR="70E33C26">
        <w:t xml:space="preserve"> </w:t>
      </w:r>
      <w:r w:rsidR="55CFF777">
        <w:t>S</w:t>
      </w:r>
      <w:r w:rsidR="073FF7B6">
        <w:t>ollte der neue Greifer</w:t>
      </w:r>
      <w:r w:rsidR="519349DC">
        <w:t xml:space="preserve"> nicht </w:t>
      </w:r>
      <w:r w:rsidR="073FF7B6">
        <w:t xml:space="preserve">richtig </w:t>
      </w:r>
      <w:r w:rsidR="519349DC">
        <w:t xml:space="preserve">eingerastet sein, erhalten die </w:t>
      </w:r>
      <w:r w:rsidR="55CFF777">
        <w:t>Mitarbeitenden</w:t>
      </w:r>
      <w:r w:rsidR="519349DC">
        <w:t xml:space="preserve"> eine </w:t>
      </w:r>
      <w:r w:rsidR="0E22EA6C">
        <w:t xml:space="preserve">optische </w:t>
      </w:r>
      <w:r w:rsidR="519349DC">
        <w:t>Warnung. Mit einem Drehmechanismus, der über einen einfachen</w:t>
      </w:r>
      <w:r w:rsidR="0E22EA6C">
        <w:t xml:space="preserve"> </w:t>
      </w:r>
      <w:r w:rsidR="0E22EA6C">
        <w:lastRenderedPageBreak/>
        <w:t>und intuitiv bedienbaren</w:t>
      </w:r>
      <w:r w:rsidR="519349DC">
        <w:t xml:space="preserve"> Schieberegler </w:t>
      </w:r>
      <w:r w:rsidR="28997B69">
        <w:t>bedient</w:t>
      </w:r>
      <w:r w:rsidR="519349DC">
        <w:t xml:space="preserve"> wird, </w:t>
      </w:r>
      <w:r w:rsidR="3C8DEC64">
        <w:t>lässt</w:t>
      </w:r>
      <w:r w:rsidR="0E22EA6C">
        <w:t xml:space="preserve"> </w:t>
      </w:r>
      <w:r w:rsidR="3C8DEC64">
        <w:t>sich</w:t>
      </w:r>
      <w:r w:rsidR="0E22EA6C">
        <w:t xml:space="preserve"> das gehandhabte Werkstück</w:t>
      </w:r>
      <w:r w:rsidR="3C8DEC64">
        <w:t xml:space="preserve"> um 360 Grad rotieren oder in 90-Grad-Schritten fixieren. </w:t>
      </w:r>
    </w:p>
    <w:p w14:paraId="099277BA" w14:textId="77777777" w:rsidR="00AE0B8E" w:rsidRDefault="00AE0B8E" w:rsidP="00E51C0E">
      <w:pPr>
        <w:spacing w:line="360" w:lineRule="auto"/>
      </w:pPr>
    </w:p>
    <w:p w14:paraId="3CE13DC9" w14:textId="04D49410" w:rsidR="00541077" w:rsidRDefault="00463417" w:rsidP="00E51C0E">
      <w:pPr>
        <w:spacing w:line="360" w:lineRule="auto"/>
      </w:pPr>
      <w:r>
        <w:t xml:space="preserve">Bei der Konfiguration des JumboFlex können Anwender zwischen mehreren Varianten und Ausstattungen wählen. Beispielsweise ist für den Greifer eine Schwenkfunktion verfügbar, die </w:t>
      </w:r>
      <w:r w:rsidR="00832F74">
        <w:t xml:space="preserve">das Werkstück auch </w:t>
      </w:r>
      <w:r>
        <w:t xml:space="preserve">seitlich </w:t>
      </w:r>
      <w:r w:rsidR="00832F74">
        <w:t>a</w:t>
      </w:r>
      <w:r>
        <w:t xml:space="preserve">nsaugen </w:t>
      </w:r>
      <w:r w:rsidR="00832F74">
        <w:t>kann</w:t>
      </w:r>
      <w:r>
        <w:t>. Ein optionales Display, das über eine Folientastatur gesteuert wird, informiert die Fachkraft</w:t>
      </w:r>
      <w:r w:rsidR="00D26856">
        <w:t xml:space="preserve"> etwa</w:t>
      </w:r>
      <w:r>
        <w:t xml:space="preserve"> in der Ausstattungsvariante </w:t>
      </w:r>
      <w:r w:rsidRPr="00832F74">
        <w:t>Weight</w:t>
      </w:r>
      <w:r w:rsidR="00FD799A" w:rsidRPr="00832F74">
        <w:t>-</w:t>
      </w:r>
      <w:r w:rsidRPr="00832F74">
        <w:t>Control</w:t>
      </w:r>
      <w:r>
        <w:t xml:space="preserve"> über das Gewicht der Ware. Gerade bei der Kommissionierung im Versandbereich sparen Unternehmen damit </w:t>
      </w:r>
      <w:r w:rsidR="00FD799A">
        <w:t>die</w:t>
      </w:r>
      <w:r>
        <w:t xml:space="preserve"> zusätzliche Verwiegung ein.</w:t>
      </w:r>
    </w:p>
    <w:p w14:paraId="55901064" w14:textId="77777777" w:rsidR="004705BB" w:rsidRDefault="004705BB" w:rsidP="00E51C0E">
      <w:pPr>
        <w:spacing w:line="360" w:lineRule="auto"/>
      </w:pPr>
    </w:p>
    <w:p w14:paraId="1BCF84AC" w14:textId="4ECBFF24" w:rsidR="004705BB" w:rsidRDefault="004705BB" w:rsidP="00E51C0E">
      <w:pPr>
        <w:spacing w:line="360" w:lineRule="auto"/>
      </w:pPr>
      <w:r>
        <w:t>Unternehmen bieten ihren Beschäftigten mit dem JumboFlex ein ergonomisches Arbeitsmittel, das die körperliche Arbeit erleichtert</w:t>
      </w:r>
      <w:r w:rsidR="006113D3">
        <w:t xml:space="preserve">, </w:t>
      </w:r>
      <w:r>
        <w:t>schneller Ermüdung entgegenwirkt</w:t>
      </w:r>
      <w:r w:rsidR="006113D3">
        <w:t xml:space="preserve"> und die Effizienz steigert</w:t>
      </w:r>
      <w:r>
        <w:t xml:space="preserve">. Sie können sich damit als attraktive Arbeitgeber positionieren und </w:t>
      </w:r>
      <w:r w:rsidR="006113D3">
        <w:t>ein Abwandern ihrer Fach- und Arbeitskräfte vermeiden.</w:t>
      </w:r>
    </w:p>
    <w:p w14:paraId="10002FE0" w14:textId="77777777" w:rsidR="004705BB" w:rsidRDefault="004705BB" w:rsidP="00E51C0E">
      <w:pPr>
        <w:spacing w:line="360" w:lineRule="auto"/>
      </w:pPr>
    </w:p>
    <w:p w14:paraId="38B94F32" w14:textId="5CA25D8F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6113D3">
        <w:rPr>
          <w:rFonts w:ascii="Calibri" w:hAnsi="Calibri"/>
          <w:sz w:val="22"/>
          <w:szCs w:val="22"/>
        </w:rPr>
        <w:t>2.807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381FFD97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3E506E2F" w14:textId="77777777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915A8D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2E9FE33B" w14:textId="77777777" w:rsidR="00051074" w:rsidRPr="00051074" w:rsidRDefault="00051074" w:rsidP="00051074">
      <w:pPr>
        <w:spacing w:line="360" w:lineRule="auto"/>
      </w:pPr>
    </w:p>
    <w:p w14:paraId="46DD2653" w14:textId="039F6C51" w:rsidR="00051074" w:rsidRPr="0093212B" w:rsidRDefault="00051074" w:rsidP="00051074">
      <w:pPr>
        <w:spacing w:line="360" w:lineRule="auto"/>
        <w:rPr>
          <w:b/>
        </w:rPr>
      </w:pPr>
      <w:r w:rsidRPr="0093212B">
        <w:rPr>
          <w:b/>
        </w:rPr>
        <w:t>Meta-Title:</w:t>
      </w:r>
      <w:r w:rsidR="00A3692B" w:rsidRPr="0093212B">
        <w:rPr>
          <w:b/>
        </w:rPr>
        <w:t xml:space="preserve"> </w:t>
      </w:r>
      <w:r w:rsidR="00C321ED">
        <w:rPr>
          <w:bCs/>
        </w:rPr>
        <w:t xml:space="preserve">Re-Design des </w:t>
      </w:r>
      <w:r w:rsidR="00C321ED" w:rsidRPr="00C321ED">
        <w:rPr>
          <w:bCs/>
        </w:rPr>
        <w:t>Vakuum-Schlauchheber</w:t>
      </w:r>
      <w:r w:rsidR="007C7324">
        <w:rPr>
          <w:bCs/>
        </w:rPr>
        <w:t>s</w:t>
      </w:r>
      <w:r w:rsidR="00C321ED" w:rsidRPr="00C321ED">
        <w:rPr>
          <w:bCs/>
        </w:rPr>
        <w:t xml:space="preserve"> JumboFlex</w:t>
      </w:r>
      <w:r w:rsidR="00C321ED">
        <w:rPr>
          <w:bCs/>
        </w:rPr>
        <w:t>: perfekte Anpassung</w:t>
      </w:r>
    </w:p>
    <w:p w14:paraId="2D141A77" w14:textId="77777777" w:rsidR="00051074" w:rsidRPr="0093212B" w:rsidRDefault="00051074" w:rsidP="00051074">
      <w:pPr>
        <w:spacing w:line="360" w:lineRule="auto"/>
      </w:pPr>
    </w:p>
    <w:p w14:paraId="774818AD" w14:textId="26F054F1" w:rsidR="00051074" w:rsidRPr="0094529B" w:rsidRDefault="00051074" w:rsidP="00051074">
      <w:pPr>
        <w:spacing w:line="360" w:lineRule="auto"/>
        <w:rPr>
          <w:bCs/>
        </w:rPr>
      </w:pPr>
      <w:r w:rsidRPr="0094529B">
        <w:rPr>
          <w:b/>
        </w:rPr>
        <w:t>Meta-Description:</w:t>
      </w:r>
      <w:r w:rsidR="00A3692B" w:rsidRPr="0094529B">
        <w:rPr>
          <w:b/>
        </w:rPr>
        <w:t xml:space="preserve"> </w:t>
      </w:r>
      <w:r w:rsidR="00C321ED" w:rsidRPr="0094529B">
        <w:rPr>
          <w:bCs/>
        </w:rPr>
        <w:t xml:space="preserve">Schmalz hat den Vakuum-Schlauchheber einem Re-Design unterzogen. Menschen mit unterschiedlichen Handgrößen können den neuen Griff intuitiv und ermüdungsfrei bedienen. </w:t>
      </w:r>
    </w:p>
    <w:p w14:paraId="23E78FB3" w14:textId="77777777" w:rsidR="00F37AC6" w:rsidRPr="0094529B" w:rsidRDefault="00F37AC6" w:rsidP="00051074">
      <w:pPr>
        <w:spacing w:line="360" w:lineRule="auto"/>
        <w:rPr>
          <w:b/>
        </w:rPr>
      </w:pPr>
    </w:p>
    <w:p w14:paraId="21EC61D4" w14:textId="1EE86BBB" w:rsidR="00FD799A" w:rsidRPr="0094529B" w:rsidRDefault="00F37AC6" w:rsidP="00FD799A">
      <w:pPr>
        <w:spacing w:line="360" w:lineRule="auto"/>
        <w:rPr>
          <w:bCs/>
        </w:rPr>
      </w:pPr>
      <w:r w:rsidRPr="0094529B">
        <w:rPr>
          <w:b/>
          <w:bCs/>
        </w:rPr>
        <w:t>Social Media:</w:t>
      </w:r>
      <w:r w:rsidRPr="0094529B">
        <w:t xml:space="preserve"> </w:t>
      </w:r>
      <w:r w:rsidR="00C321ED" w:rsidRPr="0094529B">
        <w:t xml:space="preserve">Durch die verbesserte Ergonomie </w:t>
      </w:r>
      <w:r w:rsidR="00FD799A" w:rsidRPr="0094529B">
        <w:t xml:space="preserve">des Vakuum-Schlauchhebers JumboFlex </w:t>
      </w:r>
      <w:r w:rsidR="00C321ED" w:rsidRPr="0094529B">
        <w:t>passt sich der Griff optimal jeder Handgröße an und sorgt für noch bequemeres Arbeiten. Das Re</w:t>
      </w:r>
      <w:r w:rsidR="00FD799A" w:rsidRPr="0094529B">
        <w:t>-D</w:t>
      </w:r>
      <w:r w:rsidR="00C321ED" w:rsidRPr="0094529B">
        <w:t xml:space="preserve">esign macht </w:t>
      </w:r>
      <w:r w:rsidR="00FD799A" w:rsidRPr="0094529B">
        <w:t>die Hebehilfe</w:t>
      </w:r>
      <w:r w:rsidR="00C321ED" w:rsidRPr="0094529B">
        <w:t xml:space="preserve"> </w:t>
      </w:r>
      <w:r w:rsidR="00FD799A" w:rsidRPr="0094529B">
        <w:t xml:space="preserve">außerdem </w:t>
      </w:r>
      <w:r w:rsidR="00C321ED" w:rsidRPr="0094529B">
        <w:t>nicht nur intuitiv bedienbar, sondern verkürzt auch die Einarbeitungszeit neuer Fachkräfte erheblich. Ein echter Gewinn für Effizienz und Komfort im Arbeitsalltag</w:t>
      </w:r>
      <w:r w:rsidR="00FD799A" w:rsidRPr="0094529B">
        <w:t xml:space="preserve">. </w:t>
      </w:r>
    </w:p>
    <w:p w14:paraId="58F426D9" w14:textId="77777777" w:rsidR="00051074" w:rsidRDefault="00051074" w:rsidP="00051074">
      <w:pPr>
        <w:spacing w:line="360" w:lineRule="auto"/>
      </w:pPr>
    </w:p>
    <w:p w14:paraId="12199980" w14:textId="77777777" w:rsidR="00F544BD" w:rsidRDefault="00F544BD" w:rsidP="00051074">
      <w:pPr>
        <w:spacing w:line="360" w:lineRule="auto"/>
      </w:pPr>
    </w:p>
    <w:p w14:paraId="72863A26" w14:textId="77777777" w:rsidR="00F544BD" w:rsidRDefault="00F544BD" w:rsidP="00051074">
      <w:pPr>
        <w:spacing w:line="360" w:lineRule="auto"/>
      </w:pPr>
    </w:p>
    <w:p w14:paraId="7D90FF7A" w14:textId="77777777" w:rsidR="00F544BD" w:rsidRDefault="00F544BD" w:rsidP="00051074">
      <w:pPr>
        <w:spacing w:line="360" w:lineRule="auto"/>
      </w:pPr>
    </w:p>
    <w:p w14:paraId="7BB7031D" w14:textId="77777777" w:rsidR="00F544BD" w:rsidRDefault="00F544BD" w:rsidP="00051074">
      <w:pPr>
        <w:spacing w:line="360" w:lineRule="auto"/>
      </w:pPr>
    </w:p>
    <w:p w14:paraId="00269AB8" w14:textId="77777777" w:rsidR="00F544BD" w:rsidRPr="0094529B" w:rsidRDefault="00F544BD" w:rsidP="00051074">
      <w:pPr>
        <w:spacing w:line="360" w:lineRule="auto"/>
      </w:pPr>
    </w:p>
    <w:p w14:paraId="2983258E" w14:textId="77777777" w:rsidR="00A34302" w:rsidRPr="0094529B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27448072" w14:textId="77777777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lastRenderedPageBreak/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696D65E" w14:textId="77777777" w:rsidTr="00266BFC">
        <w:tc>
          <w:tcPr>
            <w:tcW w:w="3515" w:type="dxa"/>
          </w:tcPr>
          <w:p w14:paraId="0A005050" w14:textId="2F6166CA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EA09F80" wp14:editId="112AA134">
                  <wp:extent cx="2114550" cy="1415750"/>
                  <wp:effectExtent l="0" t="0" r="0" b="0"/>
                  <wp:docPr id="116796893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508" cy="1421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915B7B2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61350F10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4B8FCC20" w14:textId="2E887FFD" w:rsidR="00266BFC" w:rsidRPr="00641BDD" w:rsidRDefault="006E69F5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Der optimierte JumboFlex eignet sich aufgrund seines </w:t>
            </w:r>
            <w:r w:rsidR="00732EA4">
              <w:t xml:space="preserve">ergonomischen </w:t>
            </w:r>
            <w:r>
              <w:t>Design</w:t>
            </w:r>
            <w:r w:rsidR="007C7324">
              <w:t>s</w:t>
            </w:r>
            <w:r>
              <w:t xml:space="preserve"> für </w:t>
            </w:r>
            <w:r w:rsidR="00F047B1">
              <w:t xml:space="preserve">viele unterschiedliche Hände. </w:t>
            </w:r>
          </w:p>
        </w:tc>
      </w:tr>
      <w:tr w:rsidR="00266BFC" w14:paraId="2A555F12" w14:textId="77777777" w:rsidTr="00266BFC">
        <w:tc>
          <w:tcPr>
            <w:tcW w:w="3515" w:type="dxa"/>
          </w:tcPr>
          <w:p w14:paraId="43AABFD2" w14:textId="715F6E89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8E1699C" wp14:editId="64685250">
                  <wp:extent cx="2219325" cy="1485900"/>
                  <wp:effectExtent l="0" t="0" r="9525" b="0"/>
                  <wp:docPr id="149583812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8DB5CE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F84637F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4E9D9CD" w14:textId="115305F5" w:rsidR="00266BFC" w:rsidRPr="00641BDD" w:rsidRDefault="00F047B1" w:rsidP="00F831EE">
            <w:pPr>
              <w:tabs>
                <w:tab w:val="left" w:pos="1979"/>
              </w:tabs>
              <w:rPr>
                <w:b/>
              </w:rPr>
            </w:pPr>
            <w:r>
              <w:t>Dank der neuen Zwei-Tasten-Bedienung steuern die Fachkräfte die Auf- und Abbewegung intuitiv.</w:t>
            </w:r>
          </w:p>
        </w:tc>
      </w:tr>
      <w:tr w:rsidR="00266BFC" w14:paraId="32BA9A5C" w14:textId="77777777" w:rsidTr="00266BFC">
        <w:tc>
          <w:tcPr>
            <w:tcW w:w="3515" w:type="dxa"/>
          </w:tcPr>
          <w:p w14:paraId="282D07F6" w14:textId="3CFFF343" w:rsidR="00266BFC" w:rsidRDefault="00223BA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AE4A618" wp14:editId="42243239">
                  <wp:extent cx="2226310" cy="1478915"/>
                  <wp:effectExtent l="0" t="0" r="2540" b="6985"/>
                  <wp:docPr id="16542653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62973AB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EB449DB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45824C6C" w14:textId="1BBBB216" w:rsidR="00266BFC" w:rsidRPr="00641BDD" w:rsidRDefault="004F106A" w:rsidP="00F831EE">
            <w:pPr>
              <w:tabs>
                <w:tab w:val="left" w:pos="1979"/>
              </w:tabs>
              <w:rPr>
                <w:b/>
              </w:rPr>
            </w:pPr>
            <w:r>
              <w:t>Der P</w:t>
            </w:r>
            <w:r w:rsidR="00F047B1">
              <w:t>inzetten</w:t>
            </w:r>
            <w:r>
              <w:t>griff ermöglicht echtes Schnellwechseln des Greifers und verhindert versehentliches Lösen</w:t>
            </w:r>
            <w:r w:rsidR="00F047B1">
              <w:t>.</w:t>
            </w:r>
          </w:p>
        </w:tc>
      </w:tr>
    </w:tbl>
    <w:p w14:paraId="08AA1FF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19A1165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0E99F310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430E5619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1809E5A6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4EBBC3F5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14595FC1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43BB291C" w14:textId="77777777" w:rsidR="00532A7C" w:rsidRDefault="00532A7C" w:rsidP="00AA48FB">
      <w:pPr>
        <w:spacing w:line="360" w:lineRule="auto"/>
      </w:pPr>
    </w:p>
    <w:p w14:paraId="7E24E14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67E32CEB" w14:textId="77777777" w:rsidR="00532A7C" w:rsidRDefault="00532A7C" w:rsidP="00AA48FB">
      <w:pPr>
        <w:spacing w:line="360" w:lineRule="auto"/>
      </w:pPr>
    </w:p>
    <w:p w14:paraId="113F2231" w14:textId="77777777" w:rsidR="00FE624F" w:rsidRDefault="0093212B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93212B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347958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93212B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3E0F7E14" w14:textId="77777777" w:rsidR="00532A7C" w:rsidRPr="00532A7C" w:rsidRDefault="00532A7C" w:rsidP="00AA48FB">
      <w:pPr>
        <w:spacing w:line="360" w:lineRule="auto"/>
      </w:pPr>
    </w:p>
    <w:p w14:paraId="73649BA8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75B4666D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4CA611B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02FC05E1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197A3DA4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019B7934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448561FC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presse@schmalz.de</w:t>
        </w:r>
      </w:hyperlink>
    </w:p>
    <w:p w14:paraId="4C0CCCD3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www.schmalz.com</w:t>
        </w:r>
      </w:hyperlink>
    </w:p>
    <w:p w14:paraId="221A9C83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71F3099B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13C46C1C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2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717417C1" w14:textId="77777777" w:rsidR="00532A7C" w:rsidRDefault="00532A7C" w:rsidP="00AA48FB">
      <w:pPr>
        <w:spacing w:line="360" w:lineRule="auto"/>
        <w:rPr>
          <w:b/>
        </w:rPr>
      </w:pPr>
    </w:p>
    <w:p w14:paraId="0DC0400D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347958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8751" w14:textId="77777777" w:rsidR="00FF3B75" w:rsidRDefault="00FF3B75">
      <w:r>
        <w:separator/>
      </w:r>
    </w:p>
    <w:p w14:paraId="03920186" w14:textId="77777777" w:rsidR="00FF3B75" w:rsidRDefault="00FF3B75"/>
  </w:endnote>
  <w:endnote w:type="continuationSeparator" w:id="0">
    <w:p w14:paraId="2D92041B" w14:textId="77777777" w:rsidR="00FF3B75" w:rsidRDefault="00FF3B75">
      <w:r>
        <w:continuationSeparator/>
      </w:r>
    </w:p>
    <w:p w14:paraId="55B452AE" w14:textId="77777777" w:rsidR="00FF3B75" w:rsidRDefault="00FF3B75"/>
  </w:endnote>
  <w:endnote w:type="continuationNotice" w:id="1">
    <w:p w14:paraId="57E40661" w14:textId="77777777" w:rsidR="00FF3B75" w:rsidRDefault="00FF3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7F91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8DA79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361C" w14:textId="77777777" w:rsidR="00FF3B75" w:rsidRDefault="00FF3B75">
      <w:r>
        <w:separator/>
      </w:r>
    </w:p>
    <w:p w14:paraId="4C03A896" w14:textId="77777777" w:rsidR="00FF3B75" w:rsidRDefault="00FF3B75"/>
  </w:footnote>
  <w:footnote w:type="continuationSeparator" w:id="0">
    <w:p w14:paraId="713C644E" w14:textId="77777777" w:rsidR="00FF3B75" w:rsidRDefault="00FF3B75">
      <w:r>
        <w:continuationSeparator/>
      </w:r>
    </w:p>
    <w:p w14:paraId="34E0F1CF" w14:textId="77777777" w:rsidR="00FF3B75" w:rsidRDefault="00FF3B75"/>
  </w:footnote>
  <w:footnote w:type="continuationNotice" w:id="1">
    <w:p w14:paraId="5F10766E" w14:textId="77777777" w:rsidR="00FF3B75" w:rsidRDefault="00FF3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B48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2D2E423C" wp14:editId="62AFB3AA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A0693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CBF9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098C5F9F" wp14:editId="693D089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0C"/>
    <w:rsid w:val="0000131B"/>
    <w:rsid w:val="00011287"/>
    <w:rsid w:val="00012E7C"/>
    <w:rsid w:val="000148D4"/>
    <w:rsid w:val="000306F8"/>
    <w:rsid w:val="00035EAD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265A5"/>
    <w:rsid w:val="00134724"/>
    <w:rsid w:val="00135407"/>
    <w:rsid w:val="00147262"/>
    <w:rsid w:val="001533F3"/>
    <w:rsid w:val="001536D6"/>
    <w:rsid w:val="00166486"/>
    <w:rsid w:val="00171A01"/>
    <w:rsid w:val="001739CE"/>
    <w:rsid w:val="00182AB4"/>
    <w:rsid w:val="0018418C"/>
    <w:rsid w:val="0019310C"/>
    <w:rsid w:val="00195CF4"/>
    <w:rsid w:val="001A2D09"/>
    <w:rsid w:val="001A5B29"/>
    <w:rsid w:val="001C0897"/>
    <w:rsid w:val="001D00F0"/>
    <w:rsid w:val="001F3B4E"/>
    <w:rsid w:val="001F552D"/>
    <w:rsid w:val="00215ACF"/>
    <w:rsid w:val="00217D79"/>
    <w:rsid w:val="0022052A"/>
    <w:rsid w:val="00222F26"/>
    <w:rsid w:val="00223BA2"/>
    <w:rsid w:val="00225BB1"/>
    <w:rsid w:val="0023733B"/>
    <w:rsid w:val="00261924"/>
    <w:rsid w:val="00266BFC"/>
    <w:rsid w:val="002733C2"/>
    <w:rsid w:val="00275464"/>
    <w:rsid w:val="002A2C64"/>
    <w:rsid w:val="002C531A"/>
    <w:rsid w:val="002D4BD4"/>
    <w:rsid w:val="002D4F1B"/>
    <w:rsid w:val="002E1188"/>
    <w:rsid w:val="002E17AE"/>
    <w:rsid w:val="002E2953"/>
    <w:rsid w:val="002F2AAA"/>
    <w:rsid w:val="0030008F"/>
    <w:rsid w:val="0031144A"/>
    <w:rsid w:val="00311DC4"/>
    <w:rsid w:val="00312CD2"/>
    <w:rsid w:val="00317A0D"/>
    <w:rsid w:val="00321AA5"/>
    <w:rsid w:val="003254A4"/>
    <w:rsid w:val="003267DC"/>
    <w:rsid w:val="0034095A"/>
    <w:rsid w:val="00347958"/>
    <w:rsid w:val="00352399"/>
    <w:rsid w:val="00356854"/>
    <w:rsid w:val="00357841"/>
    <w:rsid w:val="00364803"/>
    <w:rsid w:val="00375C01"/>
    <w:rsid w:val="00381A37"/>
    <w:rsid w:val="003950C3"/>
    <w:rsid w:val="00396B7F"/>
    <w:rsid w:val="003B02B8"/>
    <w:rsid w:val="003B385B"/>
    <w:rsid w:val="003C1AEE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63417"/>
    <w:rsid w:val="004705BB"/>
    <w:rsid w:val="00474E1D"/>
    <w:rsid w:val="004857C4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4F106A"/>
    <w:rsid w:val="005063CC"/>
    <w:rsid w:val="005119D6"/>
    <w:rsid w:val="005162D5"/>
    <w:rsid w:val="00516845"/>
    <w:rsid w:val="005207E5"/>
    <w:rsid w:val="00530CD4"/>
    <w:rsid w:val="00531B8A"/>
    <w:rsid w:val="00532A7C"/>
    <w:rsid w:val="00534A38"/>
    <w:rsid w:val="0054069A"/>
    <w:rsid w:val="00541077"/>
    <w:rsid w:val="005445AA"/>
    <w:rsid w:val="005465F1"/>
    <w:rsid w:val="00547383"/>
    <w:rsid w:val="005550BA"/>
    <w:rsid w:val="00562CA9"/>
    <w:rsid w:val="0056611A"/>
    <w:rsid w:val="005A0705"/>
    <w:rsid w:val="005A6F02"/>
    <w:rsid w:val="005B7639"/>
    <w:rsid w:val="005C06E5"/>
    <w:rsid w:val="005C29CA"/>
    <w:rsid w:val="005D5266"/>
    <w:rsid w:val="005D570D"/>
    <w:rsid w:val="005D685B"/>
    <w:rsid w:val="005E65BF"/>
    <w:rsid w:val="005F07B2"/>
    <w:rsid w:val="005F456E"/>
    <w:rsid w:val="0060357B"/>
    <w:rsid w:val="006113D3"/>
    <w:rsid w:val="00613559"/>
    <w:rsid w:val="006271B7"/>
    <w:rsid w:val="006322B5"/>
    <w:rsid w:val="00634832"/>
    <w:rsid w:val="00641BDD"/>
    <w:rsid w:val="00645694"/>
    <w:rsid w:val="00656C63"/>
    <w:rsid w:val="00661F6F"/>
    <w:rsid w:val="00673872"/>
    <w:rsid w:val="006908FD"/>
    <w:rsid w:val="006B02B0"/>
    <w:rsid w:val="006C2CBB"/>
    <w:rsid w:val="006C376B"/>
    <w:rsid w:val="006D748A"/>
    <w:rsid w:val="006D7AE9"/>
    <w:rsid w:val="006E3789"/>
    <w:rsid w:val="006E69F5"/>
    <w:rsid w:val="006F441F"/>
    <w:rsid w:val="006F63D6"/>
    <w:rsid w:val="007027F5"/>
    <w:rsid w:val="007314F4"/>
    <w:rsid w:val="00732EA4"/>
    <w:rsid w:val="00743659"/>
    <w:rsid w:val="00745962"/>
    <w:rsid w:val="00747909"/>
    <w:rsid w:val="007649E0"/>
    <w:rsid w:val="0077778F"/>
    <w:rsid w:val="00785FB0"/>
    <w:rsid w:val="00786229"/>
    <w:rsid w:val="007B115D"/>
    <w:rsid w:val="007C5C15"/>
    <w:rsid w:val="007C7324"/>
    <w:rsid w:val="007E6F53"/>
    <w:rsid w:val="007F0FB3"/>
    <w:rsid w:val="00810286"/>
    <w:rsid w:val="00820C2A"/>
    <w:rsid w:val="00822EA2"/>
    <w:rsid w:val="00825D01"/>
    <w:rsid w:val="00832F74"/>
    <w:rsid w:val="00833551"/>
    <w:rsid w:val="008344A4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118F9"/>
    <w:rsid w:val="00914487"/>
    <w:rsid w:val="00915A8D"/>
    <w:rsid w:val="009261A7"/>
    <w:rsid w:val="00927AAD"/>
    <w:rsid w:val="0093212B"/>
    <w:rsid w:val="00936BF8"/>
    <w:rsid w:val="009437B3"/>
    <w:rsid w:val="0094529B"/>
    <w:rsid w:val="009579A4"/>
    <w:rsid w:val="00972E8E"/>
    <w:rsid w:val="00982C4D"/>
    <w:rsid w:val="00983B16"/>
    <w:rsid w:val="00987B8A"/>
    <w:rsid w:val="009B039E"/>
    <w:rsid w:val="009B2ABD"/>
    <w:rsid w:val="009B2C39"/>
    <w:rsid w:val="009B7A09"/>
    <w:rsid w:val="009C083A"/>
    <w:rsid w:val="009E1627"/>
    <w:rsid w:val="00A00193"/>
    <w:rsid w:val="00A0074D"/>
    <w:rsid w:val="00A15C13"/>
    <w:rsid w:val="00A1761E"/>
    <w:rsid w:val="00A2027B"/>
    <w:rsid w:val="00A26115"/>
    <w:rsid w:val="00A32C70"/>
    <w:rsid w:val="00A34302"/>
    <w:rsid w:val="00A3692B"/>
    <w:rsid w:val="00A4741F"/>
    <w:rsid w:val="00A55CE8"/>
    <w:rsid w:val="00A5657C"/>
    <w:rsid w:val="00A60661"/>
    <w:rsid w:val="00A606C3"/>
    <w:rsid w:val="00A646DD"/>
    <w:rsid w:val="00A67053"/>
    <w:rsid w:val="00A7684B"/>
    <w:rsid w:val="00A82C12"/>
    <w:rsid w:val="00AA34DD"/>
    <w:rsid w:val="00AA48FB"/>
    <w:rsid w:val="00AA4E21"/>
    <w:rsid w:val="00AC207C"/>
    <w:rsid w:val="00AC2431"/>
    <w:rsid w:val="00AC4972"/>
    <w:rsid w:val="00AE0B8E"/>
    <w:rsid w:val="00AE66F0"/>
    <w:rsid w:val="00AE7978"/>
    <w:rsid w:val="00AF402D"/>
    <w:rsid w:val="00B1515C"/>
    <w:rsid w:val="00B237F2"/>
    <w:rsid w:val="00B329FA"/>
    <w:rsid w:val="00B4103C"/>
    <w:rsid w:val="00B44185"/>
    <w:rsid w:val="00B5139B"/>
    <w:rsid w:val="00B53F5E"/>
    <w:rsid w:val="00B706BA"/>
    <w:rsid w:val="00B73DDD"/>
    <w:rsid w:val="00B753C9"/>
    <w:rsid w:val="00B767B4"/>
    <w:rsid w:val="00B818E7"/>
    <w:rsid w:val="00B82858"/>
    <w:rsid w:val="00B8594B"/>
    <w:rsid w:val="00B935A5"/>
    <w:rsid w:val="00B93811"/>
    <w:rsid w:val="00B96E23"/>
    <w:rsid w:val="00BA2D1D"/>
    <w:rsid w:val="00BC0C64"/>
    <w:rsid w:val="00BC7974"/>
    <w:rsid w:val="00BC7B59"/>
    <w:rsid w:val="00BD6257"/>
    <w:rsid w:val="00BF5EE1"/>
    <w:rsid w:val="00C0155A"/>
    <w:rsid w:val="00C171D9"/>
    <w:rsid w:val="00C25455"/>
    <w:rsid w:val="00C321ED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93844"/>
    <w:rsid w:val="00CB07D4"/>
    <w:rsid w:val="00CB09CA"/>
    <w:rsid w:val="00CB628D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1566D"/>
    <w:rsid w:val="00D24608"/>
    <w:rsid w:val="00D26856"/>
    <w:rsid w:val="00D30202"/>
    <w:rsid w:val="00D363EE"/>
    <w:rsid w:val="00D36801"/>
    <w:rsid w:val="00D43C77"/>
    <w:rsid w:val="00D53D3A"/>
    <w:rsid w:val="00D67EF3"/>
    <w:rsid w:val="00D72872"/>
    <w:rsid w:val="00D912A9"/>
    <w:rsid w:val="00DA0159"/>
    <w:rsid w:val="00DA10F6"/>
    <w:rsid w:val="00DA1259"/>
    <w:rsid w:val="00DA4C34"/>
    <w:rsid w:val="00DB1FCD"/>
    <w:rsid w:val="00DB56AE"/>
    <w:rsid w:val="00DC0664"/>
    <w:rsid w:val="00DC68D3"/>
    <w:rsid w:val="00DC7C1A"/>
    <w:rsid w:val="00DD0DE0"/>
    <w:rsid w:val="00DD5321"/>
    <w:rsid w:val="00DD65D5"/>
    <w:rsid w:val="00DE62E4"/>
    <w:rsid w:val="00DF100F"/>
    <w:rsid w:val="00DF1694"/>
    <w:rsid w:val="00DF38F4"/>
    <w:rsid w:val="00E040B6"/>
    <w:rsid w:val="00E0454F"/>
    <w:rsid w:val="00E22E0F"/>
    <w:rsid w:val="00E250B0"/>
    <w:rsid w:val="00E444A1"/>
    <w:rsid w:val="00E45DFE"/>
    <w:rsid w:val="00E506B6"/>
    <w:rsid w:val="00E51004"/>
    <w:rsid w:val="00E51C0E"/>
    <w:rsid w:val="00E51F66"/>
    <w:rsid w:val="00E6522B"/>
    <w:rsid w:val="00E75DB7"/>
    <w:rsid w:val="00EA3131"/>
    <w:rsid w:val="00EC2A4C"/>
    <w:rsid w:val="00EE2279"/>
    <w:rsid w:val="00EF1C39"/>
    <w:rsid w:val="00F047B1"/>
    <w:rsid w:val="00F072D7"/>
    <w:rsid w:val="00F37AC6"/>
    <w:rsid w:val="00F42A5C"/>
    <w:rsid w:val="00F4558D"/>
    <w:rsid w:val="00F544BD"/>
    <w:rsid w:val="00F5504A"/>
    <w:rsid w:val="00F67FD5"/>
    <w:rsid w:val="00F831EE"/>
    <w:rsid w:val="00F84216"/>
    <w:rsid w:val="00F84427"/>
    <w:rsid w:val="00F9513D"/>
    <w:rsid w:val="00FA4AD3"/>
    <w:rsid w:val="00FA75EA"/>
    <w:rsid w:val="00FD799A"/>
    <w:rsid w:val="00FE624F"/>
    <w:rsid w:val="00FE6B03"/>
    <w:rsid w:val="00FF309D"/>
    <w:rsid w:val="00FF3B75"/>
    <w:rsid w:val="073FF7B6"/>
    <w:rsid w:val="0A2638D3"/>
    <w:rsid w:val="0E22EA6C"/>
    <w:rsid w:val="0F0AB6AA"/>
    <w:rsid w:val="1EDBD0BF"/>
    <w:rsid w:val="28997B69"/>
    <w:rsid w:val="29447F9C"/>
    <w:rsid w:val="29FBDF72"/>
    <w:rsid w:val="3C8DEC64"/>
    <w:rsid w:val="519349DC"/>
    <w:rsid w:val="55CFF777"/>
    <w:rsid w:val="643C15C1"/>
    <w:rsid w:val="6A687355"/>
    <w:rsid w:val="70E33C26"/>
    <w:rsid w:val="70F51E50"/>
    <w:rsid w:val="7F38F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1C6862C"/>
  <w15:docId w15:val="{7579B438-5768-4977-8222-272029E5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0155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015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015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015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0155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4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s://www.schmalz.com/de/unternehmen/schmalz-aktuell/presse/" TargetMode="Externa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://www.schmalz.com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mailto:presse@schmalz.de" TargetMode="External"/><Relationship Id="rId45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214_SCHMALZ\01_PRESSE\2024\01_offen\2024-xx_SCHMALZ_Pressevorlage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Owner>JMU</NovaPath_docOwner>
</file>

<file path=customXml/item10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1.xml><?xml version="1.0" encoding="utf-8"?>
<NovaPath_docName>S:\Dienstleister\Marketing\01_UKOM\01_Pressearbeit\01_Fachpresse\05_Organisation\_Vorlagen\2022-10_Schmalz_Pressevorlage_DE.docx</NovaPath_docName>
</file>

<file path=customXml/item1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accca0-25ef-4bcf-9631-44841cd37314">
      <Terms xmlns="http://schemas.microsoft.com/office/infopath/2007/PartnerControls"/>
    </lcf76f155ced4ddcb4097134ff3c332f>
    <Kategorie xmlns="68accca0-25ef-4bcf-9631-44841cd37314" xsi:nil="true"/>
  </documentManagement>
</p:properties>
</file>

<file path=customXml/item13.xml><?xml version="1.0" encoding="utf-8"?>
<NovaPath_baseApplication>Microsoft Word</NovaPath_baseApplication>
</file>

<file path=customXml/item14.xml><?xml version="1.0" encoding="utf-8"?>
<NovaPath_DocInfoFromAfterSave>False</NovaPath_DocInfoFromAfterSave>
</file>

<file path=customXml/item15.xml><?xml version="1.0" encoding="utf-8"?>
<nXeGKudETKPeaCNGFh5ix5fP7fSWtl37NIroXmZyHIynb9qBde2n67FOJFV2>05DTrmps/zW8w51jdJ10SA==</nXeGKudETKPeaCNGFh5ix5fP7fSWtl37NIroXmZyHIynb9qBde2n67FOJFV2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nXeGKudETKPeaCNGFh5ix5fP7fSWtl37NIroXmZN38TajkfZeW3Vf6bvmNn8>vEgvPTz9m4UG6jzs6rV8Jyxr4DZ2oZwxGTH+8JhCSzk9m3USFp2JID/aAvbuT7bU</nXeGKudETKPeaCNGFh5ix5fP7fSWtl37NIroXmZN38TajkfZeW3Vf6bvmNn8>
</file>

<file path=customXml/item18.xml><?xml version="1.0" encoding="utf-8"?>
<NovaPath_versionInfo>4.5.0.11812</NovaPath_versionInfo>
</file>

<file path=customXml/item19.xml><?xml version="1.0" encoding="utf-8"?>
<nXeGKudETKPeaCNGFh5i8sltj09I1nJ8AlBUytNZ1Ehih9jnZMZtoeNI9UMZ5>X9notRFHjyaXQYlBGT8kvsDBY5W+5TEZTvqUtJjZ9Aw=</nXeGKudETKPeaCNGFh5i8sltj09I1nJ8AlBUytNZ1Ehih9jnZMZtoeNI9UMZ5>
</file>

<file path=customXml/item2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0.xml><?xml version="1.0" encoding="utf-8"?>
<NovaPath_docIDOld>2KKM0QXTQGBTRW4CT3GV49O9Z4</NovaPath_docIDOld>
</file>

<file path=customXml/item21.xml><?xml version="1.0" encoding="utf-8"?>
<nXeGKudETKPeaCNGFh5i2aVdoOsLYjULCdH7T707tDyRRmguot4fEcJ2iD6f9>2lT5zb1hzEGYue/Kozp+jg==</nXeGKudETKPeaCNGFh5i2aVdoOsLYjULCdH7T707tDyRRmguot4fEcJ2iD6f9>
</file>

<file path=customXml/item22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3.xml><?xml version="1.0" encoding="utf-8"?>
<NovaPath_docID>6DHXW1XAN3GQ7FVBEECBMHLLGG</NovaPath_docID>
</file>

<file path=customXml/item24.xml><?xml version="1.0" encoding="utf-8"?>
<NovaPath_docClassID>F1D0ED9ECC474319B483A27BB35A2315</NovaPath_docClassID>
</file>

<file path=customXml/item2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6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7.xml><?xml version="1.0" encoding="utf-8"?>
<NovaPath_tenantID>6CD58FDF-FFEB-47F6-A5C7-9BA2A0A0B902</NovaPath_tenantID>
</file>

<file path=customXml/item28.xml><?xml version="1.0" encoding="utf-8"?>
<NovaPath_docClass>PUBLIC</NovaPath_docClass>
</file>

<file path=customXml/item29.xml><?xml version="1.0" encoding="utf-8"?>
<nXeGKudETKPeaCNGFh5iTSI5UodjD94nh7U7VklxY>c/Zo6orRYwp7P6X0eZG300yeRwcDfdtOXe/ft4B0ag594lBbzvG1vxLw8aY1F6V4YqnDYRcCoW5z5pg3dIf2ww==</nXeGKudETKPeaCNGFh5iTSI5UodjD94nh7U7VklxY>
</file>

<file path=customXml/item3.xml><?xml version="1.0" encoding="utf-8"?>
<NovaPath_docAuthor>Kirgis Janina - J. Schmalz GmbH</NovaPath_docAuthor>
</file>

<file path=customXml/item30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3" ma:contentTypeDescription="Ein neues Dokument erstellen." ma:contentTypeScope="" ma:versionID="50784105600941e06d6e85a849fbfe94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54c113320e44f3b93b948e9ecd367572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5.xml><?xml version="1.0" encoding="utf-8"?>
<NovaPath_docClassDate>01/17/2018 10:20:35</NovaPath_docClassDate>
</file>

<file path=customXml/item6.xml><?xml version="1.0" encoding="utf-8"?>
<NovaPath_docPath>S:\Dienstleister\Marketing\01_UKOM\01_Pressearbeit\01_Fachpresse\05_Organisation\_Vorlagen</NovaPath_docPath>
</file>

<file path=customXml/item7.xml><?xml version="1.0" encoding="utf-8"?>
<nXeGKudETKPeaCNGFh5iy53cs4YTjZQd4Re9Stbph13fJwq3N1dxRUwfkxNCzGbktJIbKf2q8mQyY814Q>GoBUcRQBOiWNv9cnqy33XA==</nXeGKudETKPeaCNGFh5iy53cs4YTjZQd4Re9Stbph13fJwq3N1dxRUwfkxNCzGbktJIbKf2q8mQyY814Q>
</file>

<file path=customXml/item8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9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Props1.xml><?xml version="1.0" encoding="utf-8"?>
<ds:datastoreItem xmlns:ds="http://schemas.openxmlformats.org/officeDocument/2006/customXml" ds:itemID="{BFE3A8A4-506D-4DD4-A7BA-48338B763890}">
  <ds:schemaRefs/>
</ds:datastoreItem>
</file>

<file path=customXml/itemProps10.xml><?xml version="1.0" encoding="utf-8"?>
<ds:datastoreItem xmlns:ds="http://schemas.openxmlformats.org/officeDocument/2006/customXml" ds:itemID="{0CA3D0A9-E338-4EA0-8CB7-3C91C0D770A8}">
  <ds:schemaRefs/>
</ds:datastoreItem>
</file>

<file path=customXml/itemProps11.xml><?xml version="1.0" encoding="utf-8"?>
<ds:datastoreItem xmlns:ds="http://schemas.openxmlformats.org/officeDocument/2006/customXml" ds:itemID="{E5E0CFBF-FF3E-4AA3-A00C-34C8B9C00D89}">
  <ds:schemaRefs/>
</ds:datastoreItem>
</file>

<file path=customXml/itemProps12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68accca0-25ef-4bcf-9631-44841cd37314"/>
  </ds:schemaRefs>
</ds:datastoreItem>
</file>

<file path=customXml/itemProps13.xml><?xml version="1.0" encoding="utf-8"?>
<ds:datastoreItem xmlns:ds="http://schemas.openxmlformats.org/officeDocument/2006/customXml" ds:itemID="{82B8F0A2-C9E8-4A83-8860-26CF7C893B41}">
  <ds:schemaRefs/>
</ds:datastoreItem>
</file>

<file path=customXml/itemProps14.xml><?xml version="1.0" encoding="utf-8"?>
<ds:datastoreItem xmlns:ds="http://schemas.openxmlformats.org/officeDocument/2006/customXml" ds:itemID="{58309C54-F444-421F-9ADC-6E0C46C622C8}">
  <ds:schemaRefs/>
</ds:datastoreItem>
</file>

<file path=customXml/itemProps15.xml><?xml version="1.0" encoding="utf-8"?>
<ds:datastoreItem xmlns:ds="http://schemas.openxmlformats.org/officeDocument/2006/customXml" ds:itemID="{AE9FFFA1-F97E-424F-A822-C56767C05D43}">
  <ds:schemaRefs/>
</ds:datastoreItem>
</file>

<file path=customXml/itemProps16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3B84F16-2F33-4716-9861-26339B033C83}">
  <ds:schemaRefs/>
</ds:datastoreItem>
</file>

<file path=customXml/itemProps18.xml><?xml version="1.0" encoding="utf-8"?>
<ds:datastoreItem xmlns:ds="http://schemas.openxmlformats.org/officeDocument/2006/customXml" ds:itemID="{2BD038DE-8C2E-4B17-913D-EEB23CDBB06D}">
  <ds:schemaRefs/>
</ds:datastoreItem>
</file>

<file path=customXml/itemProps19.xml><?xml version="1.0" encoding="utf-8"?>
<ds:datastoreItem xmlns:ds="http://schemas.openxmlformats.org/officeDocument/2006/customXml" ds:itemID="{0AEC2519-6603-425F-B583-2F9D922875F4}">
  <ds:schemaRefs/>
</ds:datastoreItem>
</file>

<file path=customXml/itemProps2.xml><?xml version="1.0" encoding="utf-8"?>
<ds:datastoreItem xmlns:ds="http://schemas.openxmlformats.org/officeDocument/2006/customXml" ds:itemID="{52894489-D53B-43A7-BDB4-22E69B21DE90}">
  <ds:schemaRefs/>
</ds:datastoreItem>
</file>

<file path=customXml/itemProps20.xml><?xml version="1.0" encoding="utf-8"?>
<ds:datastoreItem xmlns:ds="http://schemas.openxmlformats.org/officeDocument/2006/customXml" ds:itemID="{CCEDA8A5-42AA-4C9B-ADA8-FAB6CB467CE9}">
  <ds:schemaRefs/>
</ds:datastoreItem>
</file>

<file path=customXml/itemProps21.xml><?xml version="1.0" encoding="utf-8"?>
<ds:datastoreItem xmlns:ds="http://schemas.openxmlformats.org/officeDocument/2006/customXml" ds:itemID="{1149E5F8-8439-437A-B238-33CFA5B0E039}">
  <ds:schemaRefs/>
</ds:datastoreItem>
</file>

<file path=customXml/itemProps22.xml><?xml version="1.0" encoding="utf-8"?>
<ds:datastoreItem xmlns:ds="http://schemas.openxmlformats.org/officeDocument/2006/customXml" ds:itemID="{3928E272-DFEB-432D-BE42-3D4225F0C62A}">
  <ds:schemaRefs/>
</ds:datastoreItem>
</file>

<file path=customXml/itemProps23.xml><?xml version="1.0" encoding="utf-8"?>
<ds:datastoreItem xmlns:ds="http://schemas.openxmlformats.org/officeDocument/2006/customXml" ds:itemID="{7640AC5B-FE50-4CE0-8579-19175060FBA1}">
  <ds:schemaRefs/>
</ds:datastoreItem>
</file>

<file path=customXml/itemProps24.xml><?xml version="1.0" encoding="utf-8"?>
<ds:datastoreItem xmlns:ds="http://schemas.openxmlformats.org/officeDocument/2006/customXml" ds:itemID="{708C24A3-42A9-445E-8C8F-C2C4D27A59D5}">
  <ds:schemaRefs/>
</ds:datastoreItem>
</file>

<file path=customXml/itemProps2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6.xml><?xml version="1.0" encoding="utf-8"?>
<ds:datastoreItem xmlns:ds="http://schemas.openxmlformats.org/officeDocument/2006/customXml" ds:itemID="{AFBC3B2B-E194-4041-90DC-E2DA0237A576}">
  <ds:schemaRefs/>
</ds:datastoreItem>
</file>

<file path=customXml/itemProps27.xml><?xml version="1.0" encoding="utf-8"?>
<ds:datastoreItem xmlns:ds="http://schemas.openxmlformats.org/officeDocument/2006/customXml" ds:itemID="{0011307F-049B-4B6E-A5E3-34184BF43FEF}">
  <ds:schemaRefs/>
</ds:datastoreItem>
</file>

<file path=customXml/itemProps28.xml><?xml version="1.0" encoding="utf-8"?>
<ds:datastoreItem xmlns:ds="http://schemas.openxmlformats.org/officeDocument/2006/customXml" ds:itemID="{5EEAAD6D-A650-461C-B984-51120E325335}">
  <ds:schemaRefs/>
</ds:datastoreItem>
</file>

<file path=customXml/itemProps29.xml><?xml version="1.0" encoding="utf-8"?>
<ds:datastoreItem xmlns:ds="http://schemas.openxmlformats.org/officeDocument/2006/customXml" ds:itemID="{AF73472B-E020-4FF8-9F01-C6A2360002C2}">
  <ds:schemaRefs/>
</ds:datastoreItem>
</file>

<file path=customXml/itemProps3.xml><?xml version="1.0" encoding="utf-8"?>
<ds:datastoreItem xmlns:ds="http://schemas.openxmlformats.org/officeDocument/2006/customXml" ds:itemID="{16C31E61-E920-45F4-8494-248C627B4090}">
  <ds:schemaRefs/>
</ds:datastoreItem>
</file>

<file path=customXml/itemProps30.xml><?xml version="1.0" encoding="utf-8"?>
<ds:datastoreItem xmlns:ds="http://schemas.openxmlformats.org/officeDocument/2006/customXml" ds:itemID="{B96D91ED-11F4-4275-88E8-0D1FFB04F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153C3-AE7D-484D-92E3-CBA23D21A35D}">
  <ds:schemaRefs/>
</ds:datastoreItem>
</file>

<file path=customXml/itemProps5.xml><?xml version="1.0" encoding="utf-8"?>
<ds:datastoreItem xmlns:ds="http://schemas.openxmlformats.org/officeDocument/2006/customXml" ds:itemID="{A01BCE6B-A139-4D62-A226-D71C45D44F04}">
  <ds:schemaRefs/>
</ds:datastoreItem>
</file>

<file path=customXml/itemProps6.xml><?xml version="1.0" encoding="utf-8"?>
<ds:datastoreItem xmlns:ds="http://schemas.openxmlformats.org/officeDocument/2006/customXml" ds:itemID="{DC413327-C9D0-44BF-8A7A-58D75EFBFD67}">
  <ds:schemaRefs/>
</ds:datastoreItem>
</file>

<file path=customXml/itemProps7.xml><?xml version="1.0" encoding="utf-8"?>
<ds:datastoreItem xmlns:ds="http://schemas.openxmlformats.org/officeDocument/2006/customXml" ds:itemID="{C70AA932-2F54-4302-B2DA-25FB9F8D0451}">
  <ds:schemaRefs/>
</ds:datastoreItem>
</file>

<file path=customXml/itemProps8.xml><?xml version="1.0" encoding="utf-8"?>
<ds:datastoreItem xmlns:ds="http://schemas.openxmlformats.org/officeDocument/2006/customXml" ds:itemID="{333867B5-654F-4B7F-A4D2-1A539E8D163E}">
  <ds:schemaRefs/>
</ds:datastoreItem>
</file>

<file path=customXml/itemProps9.xml><?xml version="1.0" encoding="utf-8"?>
<ds:datastoreItem xmlns:ds="http://schemas.openxmlformats.org/officeDocument/2006/customXml" ds:itemID="{3C684754-B222-4E63-9792-6B4C04D1BC80}">
  <ds:schemaRefs/>
</ds:datastoreItem>
</file>

<file path=docMetadata/LabelInfo.xml><?xml version="1.0" encoding="utf-8"?>
<clbl:labelList xmlns:clbl="http://schemas.microsoft.com/office/2020/mipLabelMetadata">
  <clbl:label id="{3c8feb63-d810-4950-9fd6-b7cfc8bc6ecc}" enabled="1" method="Privileged" siteId="{fed5a3da-61db-4e70-917c-d110b41e038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2024-xx_SCHMALZ_Pressevorlage_DE.dotx</Template>
  <TotalTime>0</TotalTime>
  <Pages>4</Pages>
  <Words>822</Words>
  <Characters>5183</Characters>
  <Application>Microsoft Office Word</Application>
  <DocSecurity>0</DocSecurity>
  <Lines>43</Lines>
  <Paragraphs>11</Paragraphs>
  <ScaleCrop>false</ScaleCrop>
  <Company>J. Schmalz GmbH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Friedl Katja</dc:creator>
  <cp:keywords>PUBLIC</cp:keywords>
  <cp:lastModifiedBy>Geiß-Grimm Noelle - J. Schmalz GmbH</cp:lastModifiedBy>
  <cp:revision>11</cp:revision>
  <cp:lastPrinted>2017-03-07T18:59:00Z</cp:lastPrinted>
  <dcterms:created xsi:type="dcterms:W3CDTF">2024-11-27T22:26:00Z</dcterms:created>
  <dcterms:modified xsi:type="dcterms:W3CDTF">2025-09-17T13:11:00Z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2024-11-20T14:46:34Z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d2eef9a5-21a4-4e3b-a070-1441d01fb593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ediaServiceImageTags">
    <vt:lpwstr/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xd_Signature">
    <vt:bool>false</vt:bool>
  </property>
</Properties>
</file>